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3A6A46" w:rsidRDefault="002E3F29"/>
    <w:p w14:paraId="0DB70848" w14:textId="047F05BD" w:rsidR="003A6A46" w:rsidRPr="0088560E" w:rsidRDefault="003A6A46" w:rsidP="003A6A46">
      <w:pPr>
        <w:autoSpaceDE w:val="0"/>
        <w:autoSpaceDN w:val="0"/>
        <w:adjustRightInd w:val="0"/>
        <w:spacing w:after="0" w:line="240" w:lineRule="auto"/>
        <w:rPr>
          <w:rFonts w:ascii="Arial" w:hAnsi="Arial" w:cs="Arial"/>
          <w:kern w:val="0"/>
          <w:sz w:val="20"/>
          <w:szCs w:val="20"/>
        </w:rPr>
      </w:pPr>
      <w:r w:rsidRPr="0088560E">
        <w:rPr>
          <w:rFonts w:ascii="Arial" w:hAnsi="Arial" w:cs="Arial"/>
          <w:b/>
          <w:bCs/>
          <w:kern w:val="0"/>
          <w:sz w:val="20"/>
          <w:szCs w:val="20"/>
        </w:rPr>
        <w:t>Themaverhaal</w:t>
      </w:r>
    </w:p>
    <w:p w14:paraId="41C5682E" w14:textId="77777777" w:rsidR="003A6A46" w:rsidRPr="0088560E" w:rsidRDefault="003A6A46" w:rsidP="003A6A46">
      <w:pPr>
        <w:autoSpaceDE w:val="0"/>
        <w:autoSpaceDN w:val="0"/>
        <w:adjustRightInd w:val="0"/>
        <w:spacing w:after="0" w:line="240" w:lineRule="auto"/>
        <w:rPr>
          <w:rFonts w:ascii="Arial" w:hAnsi="Arial" w:cs="Arial"/>
          <w:kern w:val="0"/>
          <w:sz w:val="20"/>
          <w:szCs w:val="20"/>
        </w:rPr>
      </w:pPr>
      <w:r w:rsidRPr="0088560E">
        <w:rPr>
          <w:rFonts w:ascii="Arial" w:hAnsi="Arial" w:cs="Arial"/>
          <w:kern w:val="0"/>
          <w:sz w:val="20"/>
          <w:szCs w:val="20"/>
        </w:rPr>
        <w:t xml:space="preserve">De hacker bestaat natuurlijk niet alleen online, maar ook zeker offline. Misschien dat er ook sporen gevonden kunnen worden bij lokale hotspots. </w:t>
      </w:r>
    </w:p>
    <w:p w14:paraId="6C804CF0" w14:textId="77777777" w:rsidR="003A6A46" w:rsidRPr="0088560E" w:rsidRDefault="003A6A46" w:rsidP="003A6A46">
      <w:pPr>
        <w:autoSpaceDE w:val="0"/>
        <w:autoSpaceDN w:val="0"/>
        <w:adjustRightInd w:val="0"/>
        <w:spacing w:after="0" w:line="240" w:lineRule="auto"/>
        <w:rPr>
          <w:rFonts w:ascii="Arial" w:hAnsi="Arial" w:cs="Arial"/>
          <w:kern w:val="0"/>
          <w:sz w:val="20"/>
          <w:szCs w:val="20"/>
        </w:rPr>
      </w:pPr>
    </w:p>
    <w:p w14:paraId="4D3A8520" w14:textId="3EC1679D" w:rsidR="003A6A46" w:rsidRPr="0088560E" w:rsidRDefault="003A6A46" w:rsidP="003A6A46">
      <w:pPr>
        <w:autoSpaceDE w:val="0"/>
        <w:autoSpaceDN w:val="0"/>
        <w:adjustRightInd w:val="0"/>
        <w:spacing w:after="0" w:line="240" w:lineRule="auto"/>
        <w:rPr>
          <w:rFonts w:ascii="Arial" w:hAnsi="Arial" w:cs="Arial"/>
          <w:kern w:val="0"/>
          <w:sz w:val="20"/>
          <w:szCs w:val="20"/>
        </w:rPr>
      </w:pPr>
      <w:r w:rsidRPr="0088560E">
        <w:rPr>
          <w:rFonts w:ascii="Arial" w:hAnsi="Arial" w:cs="Arial"/>
          <w:b/>
          <w:bCs/>
          <w:kern w:val="0"/>
          <w:sz w:val="20"/>
          <w:szCs w:val="20"/>
        </w:rPr>
        <w:t>Activiteit</w:t>
      </w:r>
    </w:p>
    <w:p w14:paraId="5912035A" w14:textId="77777777" w:rsidR="003A6A46" w:rsidRPr="0088560E" w:rsidRDefault="003A6A46" w:rsidP="003A6A46">
      <w:pPr>
        <w:autoSpaceDE w:val="0"/>
        <w:autoSpaceDN w:val="0"/>
        <w:adjustRightInd w:val="0"/>
        <w:spacing w:after="0" w:line="240" w:lineRule="auto"/>
        <w:rPr>
          <w:rFonts w:ascii="Arial" w:hAnsi="Arial" w:cs="Arial"/>
          <w:kern w:val="0"/>
          <w:sz w:val="20"/>
          <w:szCs w:val="20"/>
        </w:rPr>
      </w:pPr>
      <w:r w:rsidRPr="0088560E">
        <w:rPr>
          <w:rFonts w:ascii="Arial" w:hAnsi="Arial" w:cs="Arial"/>
          <w:kern w:val="0"/>
          <w:sz w:val="20"/>
          <w:szCs w:val="20"/>
        </w:rPr>
        <w:t xml:space="preserve">Ga langs meerdere culturele locaties in de buurt van je Scoutinggroep om hier de sporen van de hacker te vinden. Maak hiervoor een lijst van alle culturele instellingen in de buurt en vraag om hun medewerking. Je kan hier tijdens de JOTA-JOTI langs om kennis op te doen van de omgeving. Hang er van tevoren bijvoorbeeld hints van een spoor naar de hacker bij op. </w:t>
      </w:r>
    </w:p>
    <w:p w14:paraId="7A228D75" w14:textId="23176EA9" w:rsidR="002E3F29" w:rsidRPr="0088560E" w:rsidRDefault="003A6A46" w:rsidP="003A6A46">
      <w:pPr>
        <w:pStyle w:val="NoSpacing"/>
        <w:rPr>
          <w:rFonts w:cs="Arial"/>
          <w:kern w:val="0"/>
          <w:sz w:val="20"/>
          <w:szCs w:val="20"/>
        </w:rPr>
      </w:pPr>
      <w:r w:rsidRPr="0088560E">
        <w:rPr>
          <w:rFonts w:cs="Arial"/>
          <w:kern w:val="0"/>
          <w:sz w:val="20"/>
          <w:szCs w:val="20"/>
        </w:rPr>
        <w:t xml:space="preserve">Alternatief is dat je naar een lokale </w:t>
      </w:r>
      <w:proofErr w:type="spellStart"/>
      <w:r w:rsidRPr="0088560E">
        <w:rPr>
          <w:rFonts w:cs="Arial"/>
          <w:kern w:val="0"/>
          <w:sz w:val="20"/>
          <w:szCs w:val="20"/>
        </w:rPr>
        <w:t>Makersspace</w:t>
      </w:r>
      <w:proofErr w:type="spellEnd"/>
      <w:r w:rsidRPr="0088560E">
        <w:rPr>
          <w:rFonts w:cs="Arial"/>
          <w:kern w:val="0"/>
          <w:sz w:val="20"/>
          <w:szCs w:val="20"/>
        </w:rPr>
        <w:t xml:space="preserve"> gaat. Een </w:t>
      </w:r>
      <w:proofErr w:type="spellStart"/>
      <w:r w:rsidRPr="0088560E">
        <w:rPr>
          <w:rFonts w:cs="Arial"/>
          <w:kern w:val="0"/>
          <w:sz w:val="20"/>
          <w:szCs w:val="20"/>
        </w:rPr>
        <w:t>makersspace</w:t>
      </w:r>
      <w:proofErr w:type="spellEnd"/>
      <w:r w:rsidRPr="0088560E">
        <w:rPr>
          <w:rFonts w:cs="Arial"/>
          <w:kern w:val="0"/>
          <w:sz w:val="20"/>
          <w:szCs w:val="20"/>
        </w:rPr>
        <w:t xml:space="preserve"> is een plek waar veel elektronica beschikbaar is, en vaak ook begeleiding bij is om de scouts te helpen.</w:t>
      </w:r>
    </w:p>
    <w:p w14:paraId="5D44B6A0" w14:textId="77777777" w:rsidR="003A6A46" w:rsidRPr="0088560E" w:rsidRDefault="003A6A46" w:rsidP="003A6A46">
      <w:pPr>
        <w:pStyle w:val="NoSpacing"/>
        <w:rPr>
          <w:rFonts w:cs="Arial"/>
          <w:kern w:val="0"/>
          <w:sz w:val="20"/>
          <w:szCs w:val="20"/>
        </w:rPr>
      </w:pPr>
    </w:p>
    <w:p w14:paraId="30D8E403" w14:textId="6520E219" w:rsidR="003A6A46" w:rsidRPr="0088560E" w:rsidRDefault="003A6A46" w:rsidP="003A6A46">
      <w:pPr>
        <w:pStyle w:val="NoSpacing"/>
        <w:rPr>
          <w:rFonts w:cs="Arial"/>
          <w:b/>
          <w:bCs/>
          <w:kern w:val="0"/>
          <w:sz w:val="20"/>
          <w:szCs w:val="20"/>
        </w:rPr>
      </w:pPr>
      <w:r w:rsidRPr="0088560E">
        <w:rPr>
          <w:rFonts w:cs="Arial"/>
          <w:b/>
          <w:bCs/>
          <w:kern w:val="0"/>
          <w:sz w:val="20"/>
          <w:szCs w:val="20"/>
        </w:rPr>
        <w:t>Activiteitengebied</w:t>
      </w:r>
    </w:p>
    <w:p w14:paraId="341F2623" w14:textId="2F590EFC" w:rsidR="003A6A46" w:rsidRPr="0088560E" w:rsidRDefault="003A6A46" w:rsidP="003A6A46">
      <w:pPr>
        <w:pStyle w:val="NoSpacing"/>
        <w:numPr>
          <w:ilvl w:val="0"/>
          <w:numId w:val="1"/>
        </w:numPr>
      </w:pPr>
      <w:r w:rsidRPr="0088560E">
        <w:rPr>
          <w:rFonts w:cs="Arial"/>
          <w:kern w:val="0"/>
          <w:sz w:val="20"/>
          <w:szCs w:val="20"/>
        </w:rPr>
        <w:t>Samenleving</w:t>
      </w:r>
    </w:p>
    <w:sectPr w:rsidR="003A6A46" w:rsidRPr="0088560E"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B82AB" w14:textId="77777777" w:rsidR="006B367C" w:rsidRDefault="006B367C" w:rsidP="002E3F29">
      <w:pPr>
        <w:spacing w:after="0" w:line="240" w:lineRule="auto"/>
      </w:pPr>
      <w:r>
        <w:separator/>
      </w:r>
    </w:p>
  </w:endnote>
  <w:endnote w:type="continuationSeparator" w:id="0">
    <w:p w14:paraId="6ED904F8" w14:textId="77777777" w:rsidR="006B367C" w:rsidRDefault="006B367C"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89F105" w14:textId="77777777" w:rsidR="006B367C" w:rsidRDefault="006B367C" w:rsidP="002E3F29">
      <w:pPr>
        <w:spacing w:after="0" w:line="240" w:lineRule="auto"/>
      </w:pPr>
      <w:r>
        <w:separator/>
      </w:r>
    </w:p>
  </w:footnote>
  <w:footnote w:type="continuationSeparator" w:id="0">
    <w:p w14:paraId="7A1E74A5" w14:textId="77777777" w:rsidR="006B367C" w:rsidRDefault="006B367C"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68120C94" w:rsidR="002E3F29" w:rsidRPr="008B23FF" w:rsidRDefault="003A6A46" w:rsidP="002E3F29">
    <w:pPr>
      <w:pStyle w:val="Title"/>
      <w:rPr>
        <w:color w:val="FFFFFF" w:themeColor="background1"/>
      </w:rPr>
    </w:pPr>
    <w:r>
      <w:rPr>
        <w:color w:val="FFFFFF" w:themeColor="background1"/>
      </w:rPr>
      <w:t>Hack je omgeving</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C963D1"/>
    <w:multiLevelType w:val="hybridMultilevel"/>
    <w:tmpl w:val="92D69FDA"/>
    <w:lvl w:ilvl="0" w:tplc="F4843430">
      <w:numFmt w:val="bullet"/>
      <w:lvlText w:val=""/>
      <w:lvlJc w:val="left"/>
      <w:pPr>
        <w:ind w:left="720" w:hanging="360"/>
      </w:pPr>
      <w:rPr>
        <w:rFonts w:ascii="Symbol" w:eastAsiaTheme="minorHAnsi"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270499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2E3F29"/>
    <w:rsid w:val="00302AD2"/>
    <w:rsid w:val="003A6A46"/>
    <w:rsid w:val="004F1D93"/>
    <w:rsid w:val="005153E6"/>
    <w:rsid w:val="005837D4"/>
    <w:rsid w:val="005E31B0"/>
    <w:rsid w:val="005E6A32"/>
    <w:rsid w:val="00656311"/>
    <w:rsid w:val="006A25F9"/>
    <w:rsid w:val="006B367C"/>
    <w:rsid w:val="00790541"/>
    <w:rsid w:val="00835635"/>
    <w:rsid w:val="0088560E"/>
    <w:rsid w:val="00885977"/>
    <w:rsid w:val="008D301C"/>
    <w:rsid w:val="00940BE5"/>
    <w:rsid w:val="009839E5"/>
    <w:rsid w:val="009C3422"/>
    <w:rsid w:val="00A15E9C"/>
    <w:rsid w:val="00A61FF3"/>
    <w:rsid w:val="00CC37B9"/>
    <w:rsid w:val="00D227BC"/>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0</TotalTime>
  <Pages>1</Pages>
  <Words>111</Words>
  <Characters>634</Characters>
  <Application>Microsoft Office Word</Application>
  <DocSecurity>0</DocSecurity>
  <Lines>5</Lines>
  <Paragraphs>1</Paragraphs>
  <ScaleCrop>false</ScaleCrop>
  <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2025-09-05T09:07:00Z</cp:lastPrinted>
  <dcterms:created xsi:type="dcterms:W3CDTF">2025-09-05T09:07:00Z</dcterms:created>
  <dcterms:modified xsi:type="dcterms:W3CDTF">2025-09-05T09:07:00Z</dcterms:modified>
</cp:coreProperties>
</file>